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2F1" w:rsidRPr="005F5AEA" w:rsidRDefault="002A42F1" w:rsidP="002A42F1">
      <w:pPr>
        <w:jc w:val="center"/>
        <w:rPr>
          <w:sz w:val="28"/>
        </w:rPr>
      </w:pPr>
      <w:bookmarkStart w:id="0" w:name="_GoBack"/>
      <w:bookmarkEnd w:id="0"/>
      <w:r w:rsidRPr="005F5AEA">
        <w:rPr>
          <w:sz w:val="28"/>
        </w:rPr>
        <w:t xml:space="preserve">W Y K A Z    D R  Ó G   </w:t>
      </w:r>
      <w:proofErr w:type="spellStart"/>
      <w:r w:rsidRPr="005F5AEA">
        <w:rPr>
          <w:sz w:val="28"/>
        </w:rPr>
        <w:t>G</w:t>
      </w:r>
      <w:proofErr w:type="spellEnd"/>
      <w:r w:rsidRPr="005F5AEA">
        <w:rPr>
          <w:sz w:val="28"/>
        </w:rPr>
        <w:t xml:space="preserve"> M I N </w:t>
      </w:r>
      <w:proofErr w:type="spellStart"/>
      <w:r w:rsidRPr="005F5AEA">
        <w:rPr>
          <w:sz w:val="28"/>
        </w:rPr>
        <w:t>N</w:t>
      </w:r>
      <w:proofErr w:type="spellEnd"/>
      <w:r w:rsidRPr="005F5AEA">
        <w:rPr>
          <w:sz w:val="28"/>
        </w:rPr>
        <w:t xml:space="preserve"> Y C H</w:t>
      </w:r>
    </w:p>
    <w:p w:rsidR="002A42F1" w:rsidRDefault="002A42F1" w:rsidP="002A42F1">
      <w:pPr>
        <w:jc w:val="center"/>
        <w:rPr>
          <w:sz w:val="28"/>
        </w:rPr>
      </w:pPr>
      <w:r w:rsidRPr="005F5AEA">
        <w:rPr>
          <w:sz w:val="28"/>
        </w:rPr>
        <w:t>asfaltowych do odśnieżania i posypywania</w:t>
      </w:r>
    </w:p>
    <w:p w:rsidR="002A42F1" w:rsidRDefault="00A17D83" w:rsidP="002A42F1">
      <w:pPr>
        <w:jc w:val="center"/>
        <w:rPr>
          <w:sz w:val="28"/>
        </w:rPr>
      </w:pPr>
      <w:r>
        <w:rPr>
          <w:sz w:val="28"/>
        </w:rPr>
        <w:t>REJON WSCHODNI</w:t>
      </w:r>
    </w:p>
    <w:p w:rsidR="002A42F1" w:rsidRDefault="002A42F1" w:rsidP="002A42F1">
      <w:pPr>
        <w:rPr>
          <w:sz w:val="28"/>
        </w:rPr>
      </w:pPr>
    </w:p>
    <w:p w:rsidR="002A42F1" w:rsidRDefault="002A42F1" w:rsidP="002A42F1">
      <w:pPr>
        <w:rPr>
          <w:sz w:val="28"/>
        </w:rPr>
      </w:pP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1. </w:t>
      </w:r>
      <w:r w:rsidRPr="005F5AEA">
        <w:rPr>
          <w:sz w:val="28"/>
        </w:rPr>
        <w:t xml:space="preserve">Dąbrówka – Lasków / do drogi  krajowej Nr 8/ we wsi  </w:t>
      </w:r>
      <w:r w:rsidR="00263EAC">
        <w:rPr>
          <w:sz w:val="28"/>
        </w:rPr>
        <w:t xml:space="preserve">   </w:t>
      </w:r>
      <w:r w:rsidRPr="005F5AEA">
        <w:rPr>
          <w:sz w:val="28"/>
        </w:rPr>
        <w:t xml:space="preserve"> - 4,3 km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2. </w:t>
      </w:r>
      <w:r w:rsidRPr="005F5AEA">
        <w:rPr>
          <w:sz w:val="28"/>
        </w:rPr>
        <w:t xml:space="preserve">Karpin – Małopole </w:t>
      </w:r>
      <w:r w:rsidR="00A17D83">
        <w:rPr>
          <w:sz w:val="28"/>
        </w:rPr>
        <w:t xml:space="preserve">                                                           </w:t>
      </w:r>
      <w:r w:rsidR="00263EAC">
        <w:rPr>
          <w:sz w:val="28"/>
        </w:rPr>
        <w:t xml:space="preserve">   </w:t>
      </w:r>
      <w:r w:rsidRPr="005F5AEA">
        <w:rPr>
          <w:sz w:val="28"/>
        </w:rPr>
        <w:t xml:space="preserve">- 3,0 km 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3. </w:t>
      </w:r>
      <w:r w:rsidRPr="005F5AEA">
        <w:rPr>
          <w:sz w:val="28"/>
        </w:rPr>
        <w:t xml:space="preserve">Trojany –  Wszebory/przez wieś do końca asfaltu           </w:t>
      </w:r>
      <w:r w:rsidR="00263EAC">
        <w:rPr>
          <w:sz w:val="28"/>
        </w:rPr>
        <w:t xml:space="preserve">   </w:t>
      </w:r>
      <w:r w:rsidRPr="005F5AEA">
        <w:rPr>
          <w:sz w:val="28"/>
        </w:rPr>
        <w:t>– 3,0 km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4. </w:t>
      </w:r>
      <w:r w:rsidRPr="005F5AEA">
        <w:rPr>
          <w:sz w:val="28"/>
        </w:rPr>
        <w:t xml:space="preserve">Zaścienie –Wszebory-Głuchy                                         </w:t>
      </w:r>
      <w:r w:rsidR="00263EAC">
        <w:rPr>
          <w:sz w:val="28"/>
        </w:rPr>
        <w:t xml:space="preserve">  </w:t>
      </w:r>
      <w:r w:rsidRPr="005F5AEA">
        <w:rPr>
          <w:sz w:val="28"/>
        </w:rPr>
        <w:t xml:space="preserve">  - 2,4 km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5. </w:t>
      </w:r>
      <w:r w:rsidRPr="005F5AEA">
        <w:rPr>
          <w:sz w:val="28"/>
        </w:rPr>
        <w:t xml:space="preserve">Trojany  – Wszebory </w:t>
      </w:r>
      <w:r w:rsidR="00A17D83">
        <w:rPr>
          <w:sz w:val="28"/>
        </w:rPr>
        <w:t xml:space="preserve">                                                      </w:t>
      </w:r>
      <w:r w:rsidR="00263EAC">
        <w:rPr>
          <w:sz w:val="28"/>
        </w:rPr>
        <w:t xml:space="preserve">  </w:t>
      </w:r>
      <w:r w:rsidR="00A17D83">
        <w:rPr>
          <w:sz w:val="28"/>
        </w:rPr>
        <w:t xml:space="preserve">  </w:t>
      </w:r>
      <w:r w:rsidRPr="005F5AEA">
        <w:rPr>
          <w:sz w:val="28"/>
        </w:rPr>
        <w:t>-1,2 km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6. </w:t>
      </w:r>
      <w:r w:rsidRPr="005F5AEA">
        <w:rPr>
          <w:sz w:val="28"/>
        </w:rPr>
        <w:t xml:space="preserve">Zaścienie– Karolew / przez wieś/                                     </w:t>
      </w:r>
      <w:r w:rsidR="00263EAC">
        <w:rPr>
          <w:sz w:val="28"/>
        </w:rPr>
        <w:t xml:space="preserve">  </w:t>
      </w:r>
      <w:r w:rsidRPr="005F5AEA">
        <w:rPr>
          <w:sz w:val="28"/>
        </w:rPr>
        <w:t xml:space="preserve"> - 2,4 km</w:t>
      </w:r>
    </w:p>
    <w:p w:rsidR="002A42F1" w:rsidRPr="005F5AEA" w:rsidRDefault="002A42F1" w:rsidP="002A42F1">
      <w:pPr>
        <w:rPr>
          <w:sz w:val="28"/>
        </w:rPr>
      </w:pPr>
      <w:r>
        <w:rPr>
          <w:sz w:val="28"/>
        </w:rPr>
        <w:t xml:space="preserve">7. </w:t>
      </w:r>
      <w:r w:rsidRPr="005F5AEA">
        <w:rPr>
          <w:sz w:val="28"/>
        </w:rPr>
        <w:t xml:space="preserve">Zaścienie  – Chruściele </w:t>
      </w:r>
      <w:r w:rsidR="00A17D83">
        <w:rPr>
          <w:sz w:val="28"/>
        </w:rPr>
        <w:t xml:space="preserve">                                                     </w:t>
      </w:r>
      <w:r w:rsidR="00263EAC">
        <w:rPr>
          <w:sz w:val="28"/>
        </w:rPr>
        <w:t xml:space="preserve">  </w:t>
      </w:r>
      <w:r w:rsidRPr="005F5AEA">
        <w:rPr>
          <w:sz w:val="28"/>
        </w:rPr>
        <w:t>- 3,3 km</w:t>
      </w:r>
    </w:p>
    <w:p w:rsidR="002A42F1" w:rsidRDefault="00E055DC" w:rsidP="002A42F1">
      <w:pPr>
        <w:rPr>
          <w:sz w:val="28"/>
        </w:rPr>
      </w:pPr>
      <w:r>
        <w:rPr>
          <w:sz w:val="28"/>
        </w:rPr>
        <w:t>8</w:t>
      </w:r>
      <w:r w:rsidR="002A42F1">
        <w:rPr>
          <w:sz w:val="28"/>
        </w:rPr>
        <w:t xml:space="preserve">. </w:t>
      </w:r>
      <w:r w:rsidR="002A42F1" w:rsidRPr="005F5AEA">
        <w:rPr>
          <w:sz w:val="28"/>
        </w:rPr>
        <w:t xml:space="preserve">Dręszew, ul. Szkolna do drogi powiatowej                       </w:t>
      </w:r>
      <w:r w:rsidR="00263EAC">
        <w:rPr>
          <w:sz w:val="28"/>
        </w:rPr>
        <w:t xml:space="preserve">  </w:t>
      </w:r>
      <w:r w:rsidR="002A42F1" w:rsidRPr="005F5AEA">
        <w:rPr>
          <w:sz w:val="28"/>
        </w:rPr>
        <w:t>- 0,7 km</w:t>
      </w:r>
      <w:r w:rsidR="002A42F1">
        <w:rPr>
          <w:sz w:val="28"/>
        </w:rPr>
        <w:t xml:space="preserve">  </w:t>
      </w:r>
    </w:p>
    <w:p w:rsidR="002A42F1" w:rsidRDefault="00E055DC" w:rsidP="002A42F1">
      <w:pPr>
        <w:rPr>
          <w:sz w:val="28"/>
        </w:rPr>
      </w:pPr>
      <w:r>
        <w:rPr>
          <w:sz w:val="28"/>
        </w:rPr>
        <w:t>9</w:t>
      </w:r>
      <w:r w:rsidR="002A42F1" w:rsidRPr="005F5AEA">
        <w:rPr>
          <w:sz w:val="28"/>
        </w:rPr>
        <w:t>. Małopole</w:t>
      </w:r>
      <w:r w:rsidR="00A17D83">
        <w:rPr>
          <w:sz w:val="28"/>
        </w:rPr>
        <w:t xml:space="preserve"> ul. Warszawska </w:t>
      </w:r>
      <w:r w:rsidR="002A42F1" w:rsidRPr="005F5AEA">
        <w:rPr>
          <w:sz w:val="28"/>
        </w:rPr>
        <w:t xml:space="preserve">            </w:t>
      </w:r>
      <w:r w:rsidR="00A17D83">
        <w:rPr>
          <w:sz w:val="28"/>
        </w:rPr>
        <w:t xml:space="preserve">                                    </w:t>
      </w:r>
      <w:r>
        <w:rPr>
          <w:sz w:val="28"/>
        </w:rPr>
        <w:t xml:space="preserve"> </w:t>
      </w:r>
      <w:r w:rsidR="002A42F1" w:rsidRPr="005F5AEA">
        <w:rPr>
          <w:sz w:val="28"/>
        </w:rPr>
        <w:t>– 1,5 km</w:t>
      </w:r>
      <w:r w:rsidR="002A42F1">
        <w:rPr>
          <w:sz w:val="28"/>
        </w:rPr>
        <w:t xml:space="preserve">   </w:t>
      </w:r>
    </w:p>
    <w:p w:rsidR="002A42F1" w:rsidRPr="005F5AEA" w:rsidRDefault="00E055DC" w:rsidP="002A42F1">
      <w:pPr>
        <w:rPr>
          <w:sz w:val="28"/>
        </w:rPr>
      </w:pPr>
      <w:r>
        <w:rPr>
          <w:sz w:val="28"/>
        </w:rPr>
        <w:t>10</w:t>
      </w:r>
      <w:r w:rsidR="002A42F1" w:rsidRPr="005F5AEA">
        <w:rPr>
          <w:sz w:val="28"/>
        </w:rPr>
        <w:t xml:space="preserve">. Dąbrówka/ ul. Brzozowa, </w:t>
      </w:r>
      <w:proofErr w:type="spellStart"/>
      <w:r w:rsidR="002A42F1" w:rsidRPr="005F5AEA">
        <w:rPr>
          <w:sz w:val="28"/>
        </w:rPr>
        <w:t>Kościelna-Stanisławów</w:t>
      </w:r>
      <w:proofErr w:type="spellEnd"/>
      <w:r w:rsidR="002A42F1" w:rsidRPr="005F5AEA">
        <w:rPr>
          <w:sz w:val="28"/>
        </w:rPr>
        <w:t>,</w:t>
      </w:r>
    </w:p>
    <w:p w:rsidR="002A42F1" w:rsidRDefault="002A42F1" w:rsidP="002A42F1">
      <w:pPr>
        <w:rPr>
          <w:sz w:val="28"/>
        </w:rPr>
      </w:pPr>
      <w:r>
        <w:rPr>
          <w:sz w:val="28"/>
        </w:rPr>
        <w:t xml:space="preserve">      </w:t>
      </w:r>
      <w:proofErr w:type="spellStart"/>
      <w:r w:rsidRPr="005F5AEA">
        <w:rPr>
          <w:sz w:val="28"/>
        </w:rPr>
        <w:t>Łąkowa-Leśna</w:t>
      </w:r>
      <w:proofErr w:type="spellEnd"/>
      <w:r w:rsidRPr="005F5AEA">
        <w:rPr>
          <w:sz w:val="28"/>
        </w:rPr>
        <w:t xml:space="preserve"> , Polna, Krótka – razem                            </w:t>
      </w:r>
      <w:r w:rsidR="00E055DC">
        <w:rPr>
          <w:sz w:val="28"/>
        </w:rPr>
        <w:t xml:space="preserve"> </w:t>
      </w:r>
      <w:r w:rsidRPr="005F5AEA">
        <w:rPr>
          <w:sz w:val="28"/>
        </w:rPr>
        <w:t xml:space="preserve"> -3,25 km</w:t>
      </w:r>
      <w:r>
        <w:rPr>
          <w:sz w:val="28"/>
        </w:rPr>
        <w:t xml:space="preserve">       </w:t>
      </w:r>
    </w:p>
    <w:p w:rsidR="002A42F1" w:rsidRDefault="00E055DC" w:rsidP="002A42F1">
      <w:pPr>
        <w:rPr>
          <w:sz w:val="28"/>
        </w:rPr>
      </w:pPr>
      <w:r>
        <w:rPr>
          <w:sz w:val="28"/>
        </w:rPr>
        <w:t>11</w:t>
      </w:r>
      <w:r w:rsidR="002A42F1" w:rsidRPr="005F5AEA">
        <w:rPr>
          <w:sz w:val="28"/>
        </w:rPr>
        <w:t xml:space="preserve">. Droga serwisowa – Trojany kolonia                                </w:t>
      </w:r>
      <w:r>
        <w:rPr>
          <w:sz w:val="28"/>
        </w:rPr>
        <w:t xml:space="preserve"> </w:t>
      </w:r>
      <w:r w:rsidR="002A42F1" w:rsidRPr="005F5AEA">
        <w:rPr>
          <w:sz w:val="28"/>
        </w:rPr>
        <w:t xml:space="preserve"> – 0,7 km</w:t>
      </w:r>
      <w:r w:rsidR="002A42F1">
        <w:rPr>
          <w:sz w:val="28"/>
        </w:rPr>
        <w:t xml:space="preserve">      </w:t>
      </w:r>
    </w:p>
    <w:p w:rsidR="002A42F1" w:rsidRPr="005F5AEA" w:rsidRDefault="00E055DC" w:rsidP="002A42F1">
      <w:pPr>
        <w:rPr>
          <w:sz w:val="28"/>
        </w:rPr>
      </w:pPr>
      <w:r>
        <w:rPr>
          <w:sz w:val="28"/>
        </w:rPr>
        <w:t>12</w:t>
      </w:r>
      <w:r w:rsidR="002A42F1" w:rsidRPr="005F5AEA">
        <w:rPr>
          <w:sz w:val="28"/>
        </w:rPr>
        <w:t xml:space="preserve">. Trojany, ul. Miła </w:t>
      </w:r>
      <w:r w:rsidR="00A17D83">
        <w:rPr>
          <w:sz w:val="28"/>
        </w:rPr>
        <w:t xml:space="preserve">                                                    </w:t>
      </w:r>
      <w:r w:rsidR="002A42F1" w:rsidRPr="005F5AEA">
        <w:rPr>
          <w:sz w:val="28"/>
        </w:rPr>
        <w:t xml:space="preserve">           </w:t>
      </w:r>
      <w:r>
        <w:rPr>
          <w:sz w:val="28"/>
        </w:rPr>
        <w:t xml:space="preserve"> </w:t>
      </w:r>
      <w:r w:rsidR="002A42F1" w:rsidRPr="005F5AEA">
        <w:rPr>
          <w:sz w:val="28"/>
        </w:rPr>
        <w:t xml:space="preserve">-  0,65 km </w:t>
      </w:r>
    </w:p>
    <w:p w:rsidR="00A17D83" w:rsidRDefault="00E055DC" w:rsidP="002A42F1">
      <w:pPr>
        <w:rPr>
          <w:sz w:val="28"/>
        </w:rPr>
      </w:pPr>
      <w:r>
        <w:rPr>
          <w:sz w:val="28"/>
        </w:rPr>
        <w:t xml:space="preserve"> 13</w:t>
      </w:r>
      <w:r w:rsidR="002A42F1" w:rsidRPr="005F5AEA">
        <w:rPr>
          <w:sz w:val="28"/>
        </w:rPr>
        <w:t xml:space="preserve">. Dąbrówka / ul. Krótka do wsi Małopole                           </w:t>
      </w:r>
      <w:r>
        <w:rPr>
          <w:sz w:val="28"/>
        </w:rPr>
        <w:t xml:space="preserve"> </w:t>
      </w:r>
      <w:r w:rsidR="002A42F1" w:rsidRPr="005F5AEA">
        <w:rPr>
          <w:sz w:val="28"/>
        </w:rPr>
        <w:t xml:space="preserve">-  0,35km </w:t>
      </w:r>
    </w:p>
    <w:p w:rsidR="00A17D83" w:rsidRDefault="00A17D83" w:rsidP="002A42F1">
      <w:pPr>
        <w:rPr>
          <w:sz w:val="28"/>
        </w:rPr>
      </w:pPr>
      <w:r>
        <w:rPr>
          <w:sz w:val="28"/>
        </w:rPr>
        <w:t xml:space="preserve">14. Drogi serwisowa </w:t>
      </w:r>
      <w:r w:rsidR="002A42F1" w:rsidRPr="005F5AEA">
        <w:rPr>
          <w:sz w:val="28"/>
        </w:rPr>
        <w:t xml:space="preserve"> </w:t>
      </w:r>
      <w:r>
        <w:rPr>
          <w:sz w:val="28"/>
        </w:rPr>
        <w:t xml:space="preserve">ul. Graniczna, Przemysłowa, Białostocka, </w:t>
      </w:r>
    </w:p>
    <w:p w:rsidR="002A42F1" w:rsidRDefault="00A17D83" w:rsidP="002A42F1">
      <w:pPr>
        <w:rPr>
          <w:sz w:val="28"/>
        </w:rPr>
      </w:pPr>
      <w:r>
        <w:rPr>
          <w:sz w:val="28"/>
        </w:rPr>
        <w:t xml:space="preserve">       Różana                                                                                 - </w:t>
      </w:r>
      <w:r w:rsidR="002A42F1" w:rsidRPr="005F5AEA">
        <w:rPr>
          <w:sz w:val="28"/>
        </w:rPr>
        <w:t xml:space="preserve"> </w:t>
      </w:r>
      <w:r w:rsidR="009425A7">
        <w:rPr>
          <w:sz w:val="28"/>
        </w:rPr>
        <w:t>11,0km</w:t>
      </w:r>
    </w:p>
    <w:p w:rsidR="002A42F1" w:rsidRDefault="002A42F1" w:rsidP="002A42F1">
      <w:pPr>
        <w:rPr>
          <w:sz w:val="28"/>
        </w:rPr>
      </w:pPr>
    </w:p>
    <w:p w:rsidR="002A42F1" w:rsidRDefault="002A42F1" w:rsidP="002A42F1">
      <w:pPr>
        <w:rPr>
          <w:sz w:val="28"/>
        </w:rPr>
      </w:pPr>
    </w:p>
    <w:p w:rsidR="002A42F1" w:rsidRDefault="002A42F1" w:rsidP="002A42F1">
      <w:pPr>
        <w:rPr>
          <w:sz w:val="28"/>
        </w:rPr>
      </w:pPr>
    </w:p>
    <w:p w:rsidR="002A42F1" w:rsidRPr="005F5AEA" w:rsidRDefault="002A42F1" w:rsidP="002A42F1">
      <w:pPr>
        <w:rPr>
          <w:sz w:val="28"/>
        </w:rPr>
      </w:pPr>
      <w:r w:rsidRPr="005F5AEA">
        <w:rPr>
          <w:sz w:val="28"/>
        </w:rPr>
        <w:t xml:space="preserve">                                                                      </w:t>
      </w:r>
      <w:r w:rsidR="00E055DC">
        <w:rPr>
          <w:sz w:val="28"/>
        </w:rPr>
        <w:t xml:space="preserve">             Razem:        </w:t>
      </w:r>
      <w:r w:rsidR="009425A7">
        <w:rPr>
          <w:sz w:val="28"/>
        </w:rPr>
        <w:t>31</w:t>
      </w:r>
      <w:r w:rsidRPr="005F5AEA">
        <w:rPr>
          <w:sz w:val="28"/>
        </w:rPr>
        <w:t xml:space="preserve"> km       </w:t>
      </w:r>
    </w:p>
    <w:p w:rsidR="002A42F1" w:rsidRDefault="002A42F1" w:rsidP="002A42F1">
      <w:pPr>
        <w:rPr>
          <w:sz w:val="28"/>
        </w:rPr>
      </w:pPr>
      <w:r w:rsidRPr="005F5AEA">
        <w:rPr>
          <w:sz w:val="28"/>
        </w:rPr>
        <w:t xml:space="preserve">     </w:t>
      </w:r>
      <w:r>
        <w:rPr>
          <w:sz w:val="28"/>
        </w:rPr>
        <w:t xml:space="preserve">                                                                </w:t>
      </w:r>
    </w:p>
    <w:p w:rsidR="002A42F1" w:rsidRPr="00E0656B" w:rsidRDefault="002A42F1" w:rsidP="002A42F1">
      <w:pPr>
        <w:rPr>
          <w:sz w:val="16"/>
          <w:szCs w:val="16"/>
        </w:rPr>
      </w:pPr>
    </w:p>
    <w:p w:rsidR="005A7348" w:rsidRDefault="005A7348"/>
    <w:sectPr w:rsidR="005A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F1"/>
    <w:rsid w:val="00263EAC"/>
    <w:rsid w:val="002A42F1"/>
    <w:rsid w:val="005A7348"/>
    <w:rsid w:val="009425A7"/>
    <w:rsid w:val="00A17D83"/>
    <w:rsid w:val="00BC39A0"/>
    <w:rsid w:val="00C04E4F"/>
    <w:rsid w:val="00E0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0F5B7-6035-4045-9343-572DDCA6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77AC3510.dotm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Roguski</dc:creator>
  <cp:keywords/>
  <dc:description/>
  <cp:lastModifiedBy>Rafał Roguski</cp:lastModifiedBy>
  <cp:revision>2</cp:revision>
  <dcterms:created xsi:type="dcterms:W3CDTF">2024-01-04T10:24:00Z</dcterms:created>
  <dcterms:modified xsi:type="dcterms:W3CDTF">2024-01-04T10:24:00Z</dcterms:modified>
</cp:coreProperties>
</file>